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7D" w:rsidRPr="0061637D" w:rsidRDefault="0061637D" w:rsidP="0061637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1637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0F114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C60257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C2F54">
        <w:rPr>
          <w:rFonts w:ascii="Tahoma" w:hAnsi="Tahoma" w:cs="Tahoma"/>
          <w:sz w:val="24"/>
          <w:szCs w:val="24"/>
        </w:rPr>
        <w:t>0</w:t>
      </w:r>
      <w:r w:rsidR="002D0369">
        <w:rPr>
          <w:rFonts w:ascii="Tahoma" w:hAnsi="Tahoma" w:cs="Tahoma"/>
          <w:sz w:val="24"/>
          <w:szCs w:val="24"/>
        </w:rPr>
        <w:t>2</w:t>
      </w:r>
      <w:r w:rsidR="00572722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B1470" w:rsidRDefault="00D36AC9" w:rsidP="00D36AC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Mateřská škola Strakonice, Lidická 625 – odepsání pohledávek</w:t>
      </w:r>
    </w:p>
    <w:p w:rsidR="00FA68D0" w:rsidRDefault="00FA68D0" w:rsidP="00D36AC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o poskytnutí služeb – internet, IP telefonie, </w:t>
      </w:r>
      <w:proofErr w:type="spellStart"/>
      <w:r>
        <w:rPr>
          <w:rFonts w:ascii="Tahoma" w:hAnsi="Tahoma" w:cs="Tahoma"/>
          <w:b/>
          <w:u w:val="single"/>
        </w:rPr>
        <w:t>antispam</w:t>
      </w:r>
      <w:proofErr w:type="spellEnd"/>
      <w:r>
        <w:rPr>
          <w:rFonts w:ascii="Tahoma" w:hAnsi="Tahoma" w:cs="Tahoma"/>
          <w:b/>
          <w:u w:val="single"/>
        </w:rPr>
        <w:t>, antivir</w:t>
      </w:r>
    </w:p>
    <w:p w:rsidR="00FA68D0" w:rsidRDefault="00FA68D0" w:rsidP="00FA68D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Strakonice, Dukelská 166 – žádost o souhlas s přijetím finančního daru</w:t>
      </w:r>
    </w:p>
    <w:p w:rsidR="007E0203" w:rsidRDefault="007E0203" w:rsidP="00FA68D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</w:t>
      </w:r>
      <w:r w:rsidR="0061637D">
        <w:rPr>
          <w:rFonts w:ascii="Tahoma" w:hAnsi="Tahoma" w:cs="Tahoma"/>
          <w:b/>
          <w:u w:val="single"/>
        </w:rPr>
        <w:t>ndividuální dotace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60257">
        <w:rPr>
          <w:rFonts w:ascii="Tahoma" w:hAnsi="Tahoma" w:cs="Tahoma"/>
          <w:sz w:val="20"/>
          <w:szCs w:val="20"/>
        </w:rPr>
        <w:t>30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2D0369">
        <w:rPr>
          <w:rFonts w:ascii="Tahoma" w:hAnsi="Tahoma" w:cs="Tahoma"/>
          <w:sz w:val="20"/>
          <w:szCs w:val="20"/>
        </w:rPr>
        <w:t>března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Pr="005E0400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E006D" w:rsidRDefault="006E006D" w:rsidP="006E006D">
      <w:pPr>
        <w:pStyle w:val="Nadpis2"/>
        <w:ind w:left="360" w:hanging="360"/>
      </w:pPr>
      <w:r w:rsidRPr="00771E3A">
        <w:rPr>
          <w:u w:val="none"/>
        </w:rPr>
        <w:lastRenderedPageBreak/>
        <w:t xml:space="preserve">1)  </w:t>
      </w:r>
      <w:r>
        <w:t>Mateřská škola Strakonice, Lidická 625 – odepsání pohledávek</w:t>
      </w:r>
    </w:p>
    <w:p w:rsidR="006E006D" w:rsidRDefault="006E006D" w:rsidP="006E006D">
      <w:pPr>
        <w:rPr>
          <w:rFonts w:eastAsia="Calibri"/>
        </w:rPr>
      </w:pPr>
    </w:p>
    <w:p w:rsidR="006E006D" w:rsidRDefault="006E006D" w:rsidP="006E006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E006D" w:rsidRDefault="006E006D" w:rsidP="006E00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6E006D" w:rsidRDefault="006E006D" w:rsidP="006E00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6E006D" w:rsidRDefault="006E006D" w:rsidP="006E006D">
      <w:pPr>
        <w:pStyle w:val="Nadpis3"/>
        <w:rPr>
          <w:szCs w:val="26"/>
        </w:rPr>
      </w:pPr>
      <w:r>
        <w:t>I. Schvaluje</w:t>
      </w:r>
    </w:p>
    <w:p w:rsidR="006E006D" w:rsidRDefault="0031057F" w:rsidP="006E006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odepsání</w:t>
      </w:r>
      <w:r w:rsidR="00D64C4B">
        <w:rPr>
          <w:rFonts w:ascii="Tahoma" w:hAnsi="Tahoma" w:cs="Tahoma"/>
          <w:sz w:val="20"/>
          <w:szCs w:val="20"/>
        </w:rPr>
        <w:t xml:space="preserve"> pohledávek</w:t>
      </w:r>
      <w:r w:rsidR="006E006D">
        <w:rPr>
          <w:rFonts w:ascii="Tahoma" w:hAnsi="Tahoma" w:cs="Tahoma"/>
          <w:sz w:val="20"/>
          <w:szCs w:val="20"/>
        </w:rPr>
        <w:t xml:space="preserve"> Mateřské školy Strakonice, Lidická 625 v celkové výši 290 Kč (nedoplatek za úhradu stravného za jedno dítě) z účetní evidence jako </w:t>
      </w:r>
      <w:proofErr w:type="spellStart"/>
      <w:r w:rsidR="006E006D">
        <w:rPr>
          <w:rFonts w:ascii="Tahoma" w:hAnsi="Tahoma" w:cs="Tahoma"/>
          <w:sz w:val="20"/>
          <w:szCs w:val="20"/>
        </w:rPr>
        <w:t>nevymožitelné</w:t>
      </w:r>
      <w:proofErr w:type="spellEnd"/>
      <w:r w:rsidR="006E006D">
        <w:rPr>
          <w:rFonts w:ascii="Tahoma" w:hAnsi="Tahoma" w:cs="Tahoma"/>
          <w:sz w:val="20"/>
          <w:szCs w:val="20"/>
        </w:rPr>
        <w:t>.</w:t>
      </w:r>
    </w:p>
    <w:p w:rsidR="006E006D" w:rsidRDefault="006E006D" w:rsidP="006E006D">
      <w:pPr>
        <w:jc w:val="both"/>
        <w:rPr>
          <w:rFonts w:ascii="Tahoma" w:hAnsi="Tahoma" w:cs="Tahoma"/>
          <w:sz w:val="20"/>
          <w:szCs w:val="20"/>
        </w:rPr>
      </w:pPr>
    </w:p>
    <w:p w:rsidR="006E006D" w:rsidRDefault="006E006D" w:rsidP="006E006D">
      <w:pPr>
        <w:pStyle w:val="Nadpis3"/>
        <w:rPr>
          <w:szCs w:val="26"/>
        </w:rPr>
      </w:pPr>
      <w:r>
        <w:t>II. Ukládá</w:t>
      </w:r>
    </w:p>
    <w:p w:rsidR="006E006D" w:rsidRDefault="006E006D" w:rsidP="006E006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Mateřské škole Strakonice, Lidická 625 odepsat pohledávky z účetní evidence.</w:t>
      </w:r>
    </w:p>
    <w:p w:rsidR="00503956" w:rsidRDefault="00503956" w:rsidP="001A4469">
      <w:pPr>
        <w:pStyle w:val="Nadpis2"/>
        <w:ind w:left="360" w:hanging="360"/>
        <w:rPr>
          <w:sz w:val="20"/>
          <w:szCs w:val="20"/>
        </w:rPr>
      </w:pPr>
    </w:p>
    <w:p w:rsidR="001A4469" w:rsidRDefault="000F114E" w:rsidP="001A4469">
      <w:pPr>
        <w:pStyle w:val="Nadpis2"/>
        <w:ind w:left="360" w:hanging="360"/>
        <w:rPr>
          <w:sz w:val="20"/>
          <w:szCs w:val="20"/>
        </w:rPr>
      </w:pPr>
      <w:r w:rsidRPr="000F114E">
        <w:rPr>
          <w:sz w:val="20"/>
          <w:szCs w:val="20"/>
        </w:rPr>
        <w:t xml:space="preserve"> </w:t>
      </w:r>
    </w:p>
    <w:p w:rsidR="001A4469" w:rsidRPr="001A4469" w:rsidRDefault="001A4469" w:rsidP="001A4469">
      <w:pPr>
        <w:pStyle w:val="Nadpis2"/>
        <w:ind w:left="360" w:hanging="360"/>
        <w:rPr>
          <w:sz w:val="20"/>
          <w:szCs w:val="20"/>
        </w:rPr>
      </w:pPr>
      <w:r w:rsidRPr="00771E3A">
        <w:rPr>
          <w:u w:val="none"/>
        </w:rPr>
        <w:t xml:space="preserve">2)  </w:t>
      </w:r>
      <w:r>
        <w:t xml:space="preserve">Smlouva o poskytování služeb – internet, IP telefonie, </w:t>
      </w:r>
      <w:proofErr w:type="spellStart"/>
      <w:r>
        <w:t>antispam</w:t>
      </w:r>
      <w:proofErr w:type="spellEnd"/>
      <w:r>
        <w:t>, antivir</w:t>
      </w:r>
    </w:p>
    <w:p w:rsidR="001A4469" w:rsidRPr="00D72C86" w:rsidRDefault="001A4469" w:rsidP="001A4469">
      <w:pPr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rPr>
          <w:rFonts w:ascii="Tahoma" w:hAnsi="Tahoma" w:cs="Tahoma"/>
          <w:b/>
          <w:bCs/>
          <w:sz w:val="20"/>
          <w:szCs w:val="20"/>
        </w:rPr>
      </w:pPr>
      <w:r w:rsidRPr="00D72C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4469" w:rsidRPr="00D72C86" w:rsidRDefault="001A4469" w:rsidP="001A4469">
      <w:pPr>
        <w:rPr>
          <w:rFonts w:ascii="Tahoma" w:hAnsi="Tahoma" w:cs="Tahoma"/>
          <w:sz w:val="20"/>
          <w:szCs w:val="20"/>
        </w:rPr>
      </w:pPr>
      <w:r w:rsidRPr="00D72C86">
        <w:rPr>
          <w:rFonts w:ascii="Tahoma" w:hAnsi="Tahoma" w:cs="Tahoma"/>
          <w:sz w:val="20"/>
          <w:szCs w:val="20"/>
        </w:rPr>
        <w:t>RM po projednání</w:t>
      </w:r>
    </w:p>
    <w:p w:rsidR="001A4469" w:rsidRPr="00D72C86" w:rsidRDefault="001A4469" w:rsidP="001A4469">
      <w:pPr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1A4469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Pr="004E714C">
        <w:rPr>
          <w:rFonts w:ascii="Tahoma" w:hAnsi="Tahoma" w:cs="Tahoma"/>
          <w:sz w:val="20"/>
          <w:szCs w:val="20"/>
        </w:rPr>
        <w:t xml:space="preserve"> smlouvy „o poskytování </w:t>
      </w:r>
      <w:r>
        <w:rPr>
          <w:rFonts w:ascii="Tahoma" w:hAnsi="Tahoma" w:cs="Tahoma"/>
          <w:sz w:val="20"/>
          <w:szCs w:val="20"/>
        </w:rPr>
        <w:t>Služeb</w:t>
      </w:r>
      <w:r w:rsidRPr="004E714C">
        <w:rPr>
          <w:rFonts w:ascii="Tahoma" w:hAnsi="Tahoma" w:cs="Tahoma"/>
          <w:sz w:val="20"/>
          <w:szCs w:val="20"/>
        </w:rPr>
        <w:t xml:space="preserve">“ mezi městem Strakonice, Velké náměstí 2, 386 01 Strakonice a firmou </w:t>
      </w:r>
      <w:proofErr w:type="spellStart"/>
      <w:r>
        <w:rPr>
          <w:rFonts w:ascii="Tahoma" w:hAnsi="Tahoma" w:cs="Tahoma"/>
          <w:sz w:val="20"/>
          <w:szCs w:val="20"/>
        </w:rPr>
        <w:t>Ipex</w:t>
      </w:r>
      <w:proofErr w:type="spellEnd"/>
      <w:r>
        <w:rPr>
          <w:rFonts w:ascii="Tahoma" w:hAnsi="Tahoma" w:cs="Tahoma"/>
          <w:sz w:val="20"/>
          <w:szCs w:val="20"/>
        </w:rPr>
        <w:t xml:space="preserve"> a.s., </w:t>
      </w:r>
      <w:proofErr w:type="spellStart"/>
      <w:r>
        <w:rPr>
          <w:rFonts w:ascii="Tahoma" w:hAnsi="Tahoma" w:cs="Tahoma"/>
          <w:sz w:val="20"/>
          <w:szCs w:val="20"/>
        </w:rPr>
        <w:t>Rodáčova</w:t>
      </w:r>
      <w:proofErr w:type="spellEnd"/>
      <w:r>
        <w:rPr>
          <w:rFonts w:ascii="Tahoma" w:hAnsi="Tahoma" w:cs="Tahoma"/>
          <w:sz w:val="20"/>
          <w:szCs w:val="20"/>
        </w:rPr>
        <w:t xml:space="preserve"> 1095/77, 130 00 Praha </w:t>
      </w:r>
      <w:r w:rsidRPr="004E714C">
        <w:rPr>
          <w:rFonts w:ascii="Tahoma" w:hAnsi="Tahoma" w:cs="Tahoma"/>
          <w:sz w:val="20"/>
          <w:szCs w:val="20"/>
        </w:rPr>
        <w:t xml:space="preserve">za částku </w:t>
      </w:r>
      <w:r>
        <w:rPr>
          <w:rFonts w:ascii="Tahoma" w:hAnsi="Tahoma" w:cs="Tahoma"/>
          <w:sz w:val="20"/>
          <w:szCs w:val="20"/>
        </w:rPr>
        <w:t xml:space="preserve">16 032,50 </w:t>
      </w:r>
      <w:r w:rsidRPr="004E714C">
        <w:rPr>
          <w:rFonts w:ascii="Tahoma" w:hAnsi="Tahoma" w:cs="Tahoma"/>
          <w:sz w:val="20"/>
          <w:szCs w:val="20"/>
        </w:rPr>
        <w:t>Kč včetně DPH</w:t>
      </w:r>
      <w:r>
        <w:rPr>
          <w:rFonts w:ascii="Tahoma" w:hAnsi="Tahoma" w:cs="Tahoma"/>
          <w:sz w:val="20"/>
          <w:szCs w:val="20"/>
        </w:rPr>
        <w:t xml:space="preserve"> měsíčně od 1. 5</w:t>
      </w:r>
      <w:r w:rsidRPr="004E714C">
        <w:rPr>
          <w:rFonts w:ascii="Tahoma" w:hAnsi="Tahoma" w:cs="Tahoma"/>
          <w:sz w:val="20"/>
          <w:szCs w:val="20"/>
        </w:rPr>
        <w:t>.</w:t>
      </w:r>
      <w:r>
        <w:t> </w:t>
      </w:r>
      <w:r>
        <w:rPr>
          <w:rFonts w:ascii="Tahoma" w:hAnsi="Tahoma" w:cs="Tahoma"/>
          <w:sz w:val="20"/>
          <w:szCs w:val="20"/>
        </w:rPr>
        <w:t>2022.</w:t>
      </w:r>
    </w:p>
    <w:p w:rsidR="001A4469" w:rsidRPr="00D72C86" w:rsidRDefault="001A4469" w:rsidP="001A4469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1A4469" w:rsidRPr="00D72C86" w:rsidRDefault="001A4469" w:rsidP="001A446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D72C86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1A4469" w:rsidRPr="00D72C86" w:rsidRDefault="001A4469" w:rsidP="001A4469">
      <w:pPr>
        <w:jc w:val="both"/>
        <w:rPr>
          <w:rFonts w:ascii="Tahoma" w:eastAsia="Calibri" w:hAnsi="Tahoma" w:cs="Tahoma"/>
          <w:sz w:val="20"/>
          <w:szCs w:val="20"/>
        </w:rPr>
      </w:pPr>
      <w:r w:rsidRPr="00D72C86">
        <w:rPr>
          <w:rFonts w:ascii="Tahoma" w:eastAsia="Calibri" w:hAnsi="Tahoma" w:cs="Tahoma"/>
          <w:sz w:val="20"/>
          <w:szCs w:val="20"/>
        </w:rPr>
        <w:t>starostu města podpisem předmětné smlouvy.</w:t>
      </w:r>
    </w:p>
    <w:p w:rsidR="001A4469" w:rsidRPr="001A4469" w:rsidRDefault="001A4469" w:rsidP="001A4469"/>
    <w:p w:rsidR="000F114E" w:rsidRDefault="000F114E" w:rsidP="000F114E">
      <w:pPr>
        <w:rPr>
          <w:rFonts w:ascii="Tahoma" w:hAnsi="Tahoma" w:cs="Tahoma"/>
          <w:i/>
          <w:iCs/>
        </w:rPr>
      </w:pPr>
    </w:p>
    <w:p w:rsidR="00C36694" w:rsidRDefault="00F11A07" w:rsidP="00C36694">
      <w:pPr>
        <w:pStyle w:val="Nadpis2"/>
        <w:ind w:left="360" w:hanging="360"/>
      </w:pPr>
      <w:r w:rsidRPr="00771E3A">
        <w:rPr>
          <w:u w:val="none"/>
        </w:rPr>
        <w:t>3</w:t>
      </w:r>
      <w:r w:rsidR="00C36694" w:rsidRPr="00771E3A">
        <w:rPr>
          <w:u w:val="none"/>
        </w:rPr>
        <w:t xml:space="preserve">) </w:t>
      </w:r>
      <w:r w:rsidR="00C36694">
        <w:t>Základní škola Strakonice, Dukelská 166 – žádost o souhlas s přijetím finančního daru</w:t>
      </w:r>
    </w:p>
    <w:p w:rsidR="00C36694" w:rsidRDefault="00C36694" w:rsidP="00C36694">
      <w:pPr>
        <w:rPr>
          <w:rFonts w:eastAsia="Calibri"/>
        </w:rPr>
      </w:pPr>
    </w:p>
    <w:p w:rsidR="00987495" w:rsidRDefault="00987495" w:rsidP="0098749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987495" w:rsidRDefault="00987495" w:rsidP="0098749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987495" w:rsidRDefault="00987495" w:rsidP="00987495">
      <w:pPr>
        <w:jc w:val="both"/>
        <w:rPr>
          <w:rFonts w:ascii="Tahoma" w:hAnsi="Tahoma" w:cs="Tahoma"/>
          <w:sz w:val="20"/>
          <w:szCs w:val="20"/>
        </w:rPr>
      </w:pPr>
    </w:p>
    <w:p w:rsidR="00987495" w:rsidRDefault="00987495" w:rsidP="0098749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987495" w:rsidRDefault="00987495" w:rsidP="0098749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přijetím finančního daru</w:t>
      </w:r>
      <w:r w:rsidR="00EA6548">
        <w:rPr>
          <w:rFonts w:ascii="Tahoma" w:hAnsi="Tahoma" w:cs="Tahoma"/>
          <w:sz w:val="20"/>
          <w:szCs w:val="20"/>
        </w:rPr>
        <w:t xml:space="preserve"> ve výši 6.426 Kč</w:t>
      </w:r>
      <w:r>
        <w:rPr>
          <w:rFonts w:ascii="Tahoma" w:hAnsi="Tahoma" w:cs="Tahoma"/>
          <w:sz w:val="20"/>
          <w:szCs w:val="20"/>
        </w:rPr>
        <w:t xml:space="preserve"> od WOMEN FOR WOMEN, o.p.s., Vlastislavova 152/4, Praha 4, který bude použit na uhrazení stravného ve školní jídelně při Základní škole</w:t>
      </w:r>
      <w:r w:rsidR="00EA6548">
        <w:rPr>
          <w:rFonts w:ascii="Tahoma" w:hAnsi="Tahoma" w:cs="Tahoma"/>
          <w:sz w:val="20"/>
          <w:szCs w:val="20"/>
        </w:rPr>
        <w:t xml:space="preserve"> Strakonice, Dukelská 166 pro 4 žáky</w:t>
      </w:r>
      <w:r>
        <w:rPr>
          <w:rFonts w:ascii="Tahoma" w:hAnsi="Tahoma" w:cs="Tahoma"/>
          <w:sz w:val="20"/>
          <w:szCs w:val="20"/>
        </w:rPr>
        <w:t xml:space="preserve"> v rámci charitativního projektu Obědy pro děti, a to v období od </w:t>
      </w:r>
      <w:proofErr w:type="gramStart"/>
      <w:r w:rsidR="00EA6548">
        <w:rPr>
          <w:rFonts w:ascii="Tahoma" w:hAnsi="Tahoma" w:cs="Tahoma"/>
          <w:sz w:val="20"/>
          <w:szCs w:val="20"/>
        </w:rPr>
        <w:t>01.04.2022</w:t>
      </w:r>
      <w:proofErr w:type="gramEnd"/>
      <w:r>
        <w:rPr>
          <w:rFonts w:ascii="Tahoma" w:hAnsi="Tahoma" w:cs="Tahoma"/>
          <w:sz w:val="20"/>
          <w:szCs w:val="20"/>
        </w:rPr>
        <w:t xml:space="preserve"> do 30.06.2022.</w:t>
      </w:r>
    </w:p>
    <w:p w:rsidR="00BC74F3" w:rsidRDefault="00BC74F3" w:rsidP="00C47A34"/>
    <w:p w:rsidR="007E0203" w:rsidRDefault="007E0203" w:rsidP="007E0203">
      <w:pPr>
        <w:pStyle w:val="Nadpis2"/>
        <w:ind w:left="360" w:hanging="360"/>
      </w:pPr>
      <w:r>
        <w:rPr>
          <w:u w:val="none"/>
        </w:rPr>
        <w:t>4</w:t>
      </w:r>
      <w:r w:rsidRPr="00771E3A">
        <w:rPr>
          <w:u w:val="none"/>
        </w:rPr>
        <w:t xml:space="preserve">) </w:t>
      </w:r>
      <w:r>
        <w:t>In</w:t>
      </w:r>
      <w:r w:rsidR="0061637D">
        <w:t xml:space="preserve">dividuální dotace </w:t>
      </w:r>
    </w:p>
    <w:p w:rsidR="00C47A34" w:rsidRDefault="00C47A34" w:rsidP="0099694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74F3" w:rsidRPr="00681EBE" w:rsidRDefault="00BC74F3" w:rsidP="00BC74F3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681EBE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BC74F3" w:rsidRPr="00681EBE" w:rsidRDefault="00BC74F3" w:rsidP="00BC74F3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RM po projednání</w:t>
      </w:r>
    </w:p>
    <w:p w:rsidR="00BC74F3" w:rsidRDefault="00BC74F3" w:rsidP="0099694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74F3" w:rsidRPr="00681EBE" w:rsidRDefault="00BC74F3" w:rsidP="00BC74F3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8B7061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BC74F3" w:rsidRDefault="00BC74F3" w:rsidP="00BC74F3">
      <w:pPr>
        <w:jc w:val="both"/>
        <w:rPr>
          <w:rFonts w:ascii="Tahoma" w:hAnsi="Tahoma" w:cs="Tahoma"/>
          <w:iCs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individuální dotaci </w:t>
      </w:r>
      <w:r w:rsidR="0061637D">
        <w:rPr>
          <w:rFonts w:ascii="Tahoma" w:hAnsi="Tahoma" w:cs="Tahoma"/>
          <w:sz w:val="20"/>
          <w:szCs w:val="20"/>
        </w:rPr>
        <w:t>panu XX</w:t>
      </w:r>
      <w:r w:rsidR="008B7061">
        <w:rPr>
          <w:rFonts w:ascii="Tahoma" w:hAnsi="Tahoma" w:cs="Tahoma"/>
          <w:sz w:val="20"/>
          <w:szCs w:val="20"/>
        </w:rPr>
        <w:t xml:space="preserve"> na zakoupení kulečníku pro kulturní vyžití obyvatel osady </w:t>
      </w:r>
      <w:proofErr w:type="spellStart"/>
      <w:r w:rsidR="008B7061">
        <w:rPr>
          <w:rFonts w:ascii="Tahoma" w:hAnsi="Tahoma" w:cs="Tahoma"/>
          <w:sz w:val="20"/>
          <w:szCs w:val="20"/>
        </w:rPr>
        <w:t>Hajská</w:t>
      </w:r>
      <w:proofErr w:type="spellEnd"/>
      <w:r w:rsidR="008B7061">
        <w:rPr>
          <w:rFonts w:ascii="Tahoma" w:hAnsi="Tahoma" w:cs="Tahoma"/>
          <w:sz w:val="20"/>
          <w:szCs w:val="20"/>
        </w:rPr>
        <w:t xml:space="preserve"> ve výši 7 000</w:t>
      </w:r>
      <w:r>
        <w:rPr>
          <w:rFonts w:ascii="Tahoma" w:hAnsi="Tahoma" w:cs="Tahoma"/>
          <w:iCs/>
          <w:sz w:val="20"/>
          <w:szCs w:val="20"/>
        </w:rPr>
        <w:t xml:space="preserve"> Kč. </w:t>
      </w:r>
    </w:p>
    <w:p w:rsidR="008B7061" w:rsidRPr="00681EBE" w:rsidRDefault="008B7061" w:rsidP="008B7061">
      <w:pPr>
        <w:jc w:val="both"/>
        <w:rPr>
          <w:rFonts w:ascii="Tahoma" w:hAnsi="Tahoma" w:cs="Tahoma"/>
          <w:iCs/>
          <w:sz w:val="20"/>
          <w:szCs w:val="20"/>
        </w:rPr>
      </w:pPr>
    </w:p>
    <w:p w:rsidR="008B7061" w:rsidRPr="00681EBE" w:rsidRDefault="008B7061" w:rsidP="008B7061">
      <w:pPr>
        <w:pStyle w:val="Nadpis3"/>
        <w:rPr>
          <w:b w:val="0"/>
        </w:rPr>
      </w:pPr>
      <w:r w:rsidRPr="00681EBE">
        <w:t xml:space="preserve">II. </w:t>
      </w:r>
      <w:r>
        <w:t>Schvaluje</w:t>
      </w:r>
    </w:p>
    <w:p w:rsidR="008B7061" w:rsidRPr="00681EBE" w:rsidRDefault="008B7061" w:rsidP="008B7061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uzavření předmětné veřejnoprávní smlouvy.  </w:t>
      </w:r>
    </w:p>
    <w:p w:rsidR="008B7061" w:rsidRPr="00681EBE" w:rsidRDefault="008B7061" w:rsidP="008B7061">
      <w:pPr>
        <w:jc w:val="both"/>
        <w:rPr>
          <w:rFonts w:ascii="Tahoma" w:hAnsi="Tahoma" w:cs="Tahoma"/>
          <w:sz w:val="20"/>
          <w:szCs w:val="20"/>
        </w:rPr>
      </w:pPr>
    </w:p>
    <w:p w:rsidR="008B7061" w:rsidRPr="00681EBE" w:rsidRDefault="008B7061" w:rsidP="008B7061">
      <w:pPr>
        <w:pStyle w:val="Nadpis3"/>
        <w:rPr>
          <w:b w:val="0"/>
        </w:rPr>
      </w:pPr>
      <w:r w:rsidRPr="00681EBE">
        <w:t xml:space="preserve">III. </w:t>
      </w:r>
      <w:r>
        <w:t>Pověřuje</w:t>
      </w:r>
    </w:p>
    <w:p w:rsidR="008B7061" w:rsidRPr="00681EBE" w:rsidRDefault="008B7061" w:rsidP="008B7061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BC74F3" w:rsidRDefault="00BC74F3" w:rsidP="0099694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C7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262502F"/>
    <w:multiLevelType w:val="hybridMultilevel"/>
    <w:tmpl w:val="D018B51E"/>
    <w:lvl w:ilvl="0" w:tplc="15303C4A">
      <w:start w:val="4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48A2CA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325BE"/>
    <w:rsid w:val="00032AA7"/>
    <w:rsid w:val="000529C5"/>
    <w:rsid w:val="00053C5A"/>
    <w:rsid w:val="00061EDB"/>
    <w:rsid w:val="00074BBA"/>
    <w:rsid w:val="00077160"/>
    <w:rsid w:val="00090492"/>
    <w:rsid w:val="000A465F"/>
    <w:rsid w:val="000F114E"/>
    <w:rsid w:val="00124D1B"/>
    <w:rsid w:val="00150D72"/>
    <w:rsid w:val="00151423"/>
    <w:rsid w:val="00157465"/>
    <w:rsid w:val="001603C9"/>
    <w:rsid w:val="00171AF3"/>
    <w:rsid w:val="00173EEE"/>
    <w:rsid w:val="00174B1A"/>
    <w:rsid w:val="001A226A"/>
    <w:rsid w:val="001A4469"/>
    <w:rsid w:val="001F0894"/>
    <w:rsid w:val="001F1928"/>
    <w:rsid w:val="00204D62"/>
    <w:rsid w:val="0023775D"/>
    <w:rsid w:val="002640D8"/>
    <w:rsid w:val="002D0369"/>
    <w:rsid w:val="00301D39"/>
    <w:rsid w:val="003052BB"/>
    <w:rsid w:val="0031057F"/>
    <w:rsid w:val="0031085D"/>
    <w:rsid w:val="003118A8"/>
    <w:rsid w:val="00316D6D"/>
    <w:rsid w:val="00360568"/>
    <w:rsid w:val="003C217C"/>
    <w:rsid w:val="003C78C2"/>
    <w:rsid w:val="003D7520"/>
    <w:rsid w:val="00427642"/>
    <w:rsid w:val="00434030"/>
    <w:rsid w:val="004553E3"/>
    <w:rsid w:val="00466AF0"/>
    <w:rsid w:val="004A7970"/>
    <w:rsid w:val="004C1251"/>
    <w:rsid w:val="004D7A16"/>
    <w:rsid w:val="004F1EBE"/>
    <w:rsid w:val="004F40D8"/>
    <w:rsid w:val="004F62A3"/>
    <w:rsid w:val="00503956"/>
    <w:rsid w:val="00517B49"/>
    <w:rsid w:val="0055252F"/>
    <w:rsid w:val="00553F51"/>
    <w:rsid w:val="00572722"/>
    <w:rsid w:val="005A197C"/>
    <w:rsid w:val="005B0E0C"/>
    <w:rsid w:val="005B5B98"/>
    <w:rsid w:val="005B73DA"/>
    <w:rsid w:val="005E0400"/>
    <w:rsid w:val="005E2A30"/>
    <w:rsid w:val="00613F3A"/>
    <w:rsid w:val="0061637D"/>
    <w:rsid w:val="00633E1B"/>
    <w:rsid w:val="00646A89"/>
    <w:rsid w:val="0067710C"/>
    <w:rsid w:val="006B6831"/>
    <w:rsid w:val="006E006D"/>
    <w:rsid w:val="00715638"/>
    <w:rsid w:val="00726CD1"/>
    <w:rsid w:val="007425A2"/>
    <w:rsid w:val="00744E0C"/>
    <w:rsid w:val="00771E3A"/>
    <w:rsid w:val="007919B3"/>
    <w:rsid w:val="007A0539"/>
    <w:rsid w:val="007D2A4D"/>
    <w:rsid w:val="007D538B"/>
    <w:rsid w:val="007E0203"/>
    <w:rsid w:val="008013E6"/>
    <w:rsid w:val="00865E16"/>
    <w:rsid w:val="008B7061"/>
    <w:rsid w:val="008C0CD2"/>
    <w:rsid w:val="008C4466"/>
    <w:rsid w:val="008E629F"/>
    <w:rsid w:val="008E6A45"/>
    <w:rsid w:val="009102FD"/>
    <w:rsid w:val="00931B17"/>
    <w:rsid w:val="009375AA"/>
    <w:rsid w:val="00941CC8"/>
    <w:rsid w:val="009454EA"/>
    <w:rsid w:val="00987495"/>
    <w:rsid w:val="00996945"/>
    <w:rsid w:val="009E26DB"/>
    <w:rsid w:val="009E3799"/>
    <w:rsid w:val="009F2124"/>
    <w:rsid w:val="00A37325"/>
    <w:rsid w:val="00A432F0"/>
    <w:rsid w:val="00A60858"/>
    <w:rsid w:val="00A6427F"/>
    <w:rsid w:val="00A802E8"/>
    <w:rsid w:val="00AB1470"/>
    <w:rsid w:val="00AC149D"/>
    <w:rsid w:val="00AD2B81"/>
    <w:rsid w:val="00B12448"/>
    <w:rsid w:val="00B21534"/>
    <w:rsid w:val="00B239B9"/>
    <w:rsid w:val="00B361A0"/>
    <w:rsid w:val="00B6352D"/>
    <w:rsid w:val="00BA12AA"/>
    <w:rsid w:val="00BA6857"/>
    <w:rsid w:val="00BC74F3"/>
    <w:rsid w:val="00BD4603"/>
    <w:rsid w:val="00BF3231"/>
    <w:rsid w:val="00BF7E67"/>
    <w:rsid w:val="00C241CE"/>
    <w:rsid w:val="00C36694"/>
    <w:rsid w:val="00C42392"/>
    <w:rsid w:val="00C47A34"/>
    <w:rsid w:val="00C60257"/>
    <w:rsid w:val="00CA340D"/>
    <w:rsid w:val="00CB6898"/>
    <w:rsid w:val="00CC2F54"/>
    <w:rsid w:val="00CE2D78"/>
    <w:rsid w:val="00D279B0"/>
    <w:rsid w:val="00D36AC9"/>
    <w:rsid w:val="00D412F9"/>
    <w:rsid w:val="00D522B1"/>
    <w:rsid w:val="00D64C4B"/>
    <w:rsid w:val="00D65662"/>
    <w:rsid w:val="00D67F1E"/>
    <w:rsid w:val="00D82B08"/>
    <w:rsid w:val="00D84985"/>
    <w:rsid w:val="00E04036"/>
    <w:rsid w:val="00E13290"/>
    <w:rsid w:val="00E27647"/>
    <w:rsid w:val="00E51402"/>
    <w:rsid w:val="00E55A7F"/>
    <w:rsid w:val="00E6349F"/>
    <w:rsid w:val="00E64084"/>
    <w:rsid w:val="00EA0F50"/>
    <w:rsid w:val="00EA6548"/>
    <w:rsid w:val="00ED38D1"/>
    <w:rsid w:val="00ED423F"/>
    <w:rsid w:val="00EF17B4"/>
    <w:rsid w:val="00F01A0A"/>
    <w:rsid w:val="00F028CA"/>
    <w:rsid w:val="00F07490"/>
    <w:rsid w:val="00F11A07"/>
    <w:rsid w:val="00F17876"/>
    <w:rsid w:val="00F8362C"/>
    <w:rsid w:val="00FA68D0"/>
    <w:rsid w:val="00FB20F5"/>
    <w:rsid w:val="00FC2DA5"/>
    <w:rsid w:val="00FD20C6"/>
    <w:rsid w:val="00F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6093A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Hypertextovodkaz">
    <w:name w:val="Hyperlink"/>
    <w:basedOn w:val="Standardnpsmoodstavce"/>
    <w:uiPriority w:val="99"/>
    <w:unhideWhenUsed/>
    <w:rsid w:val="00F028CA"/>
    <w:rPr>
      <w:color w:val="0563C1" w:themeColor="hyperlink"/>
      <w:u w:val="single"/>
    </w:rPr>
  </w:style>
  <w:style w:type="character" w:customStyle="1" w:styleId="hgkelc">
    <w:name w:val="hgkelc"/>
    <w:basedOn w:val="Standardnpsmoodstavce"/>
    <w:rsid w:val="0057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A31C4-4A81-42E0-93A4-B4A9EED0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129</TotalTime>
  <Pages>2</Pages>
  <Words>302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31</cp:revision>
  <cp:lastPrinted>2022-03-29T07:01:00Z</cp:lastPrinted>
  <dcterms:created xsi:type="dcterms:W3CDTF">2022-03-10T13:10:00Z</dcterms:created>
  <dcterms:modified xsi:type="dcterms:W3CDTF">2022-03-31T06:30:00Z</dcterms:modified>
</cp:coreProperties>
</file>